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351D1DCD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207A0E" w:rsidRPr="00207A0E">
        <w:rPr>
          <w:rFonts w:cstheme="minorHAnsi"/>
        </w:rPr>
        <w:t>RE Żyrardów (powiat Żyrardów)- w obrębie miast/gmin: Grodzisk, Baranów, Jaktorów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F8AE86E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207A0E" w:rsidRPr="00207A0E">
        <w:rPr>
          <w:rFonts w:cstheme="minorHAnsi"/>
          <w:b/>
          <w:bCs/>
        </w:rPr>
        <w:t>RE Żyrardów (powiat Żyrardów)- w obrębie miast/gmin: Grodzisk, Baranów, Jaktorów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51F2" w14:textId="77777777" w:rsidR="006C649C" w:rsidRDefault="006C649C" w:rsidP="00582CE9">
      <w:pPr>
        <w:spacing w:after="0"/>
      </w:pPr>
      <w:r>
        <w:separator/>
      </w:r>
    </w:p>
  </w:endnote>
  <w:endnote w:type="continuationSeparator" w:id="0">
    <w:p w14:paraId="034937D8" w14:textId="77777777" w:rsidR="006C649C" w:rsidRDefault="006C649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0307F" w14:textId="77777777" w:rsidR="00273490" w:rsidRDefault="002734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99CE" w14:textId="77777777" w:rsidR="006C649C" w:rsidRDefault="006C649C" w:rsidP="00582CE9">
      <w:pPr>
        <w:spacing w:after="0"/>
      </w:pPr>
      <w:r>
        <w:separator/>
      </w:r>
    </w:p>
  </w:footnote>
  <w:footnote w:type="continuationSeparator" w:id="0">
    <w:p w14:paraId="56830EBA" w14:textId="77777777" w:rsidR="006C649C" w:rsidRDefault="006C649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40DF" w14:textId="77777777" w:rsidR="00273490" w:rsidRDefault="002734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53F58CD" w:rsidR="00347E8D" w:rsidRPr="00AA5BA3" w:rsidRDefault="0027349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73490">
            <w:rPr>
              <w:rFonts w:asciiTheme="minorHAnsi" w:hAnsiTheme="minorHAnsi" w:cstheme="minorHAnsi"/>
              <w:sz w:val="14"/>
              <w:szCs w:val="14"/>
            </w:rPr>
            <w:t>POST/DYS/OLD/GZ/00198/2026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436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A0E"/>
    <w:rsid w:val="00224257"/>
    <w:rsid w:val="0024291C"/>
    <w:rsid w:val="00257F22"/>
    <w:rsid w:val="00264A06"/>
    <w:rsid w:val="00265B9D"/>
    <w:rsid w:val="00270752"/>
    <w:rsid w:val="00273490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25D0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C649C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9C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775CF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 (S).docx</dmsv2BaseFileName>
    <dmsv2BaseDisplayName xmlns="http://schemas.microsoft.com/sharepoint/v3">Załącznik nr 1 do SWZ-OPZ (S)</dmsv2BaseDisplayName>
    <dmsv2SWPP2ObjectNumber xmlns="http://schemas.microsoft.com/sharepoint/v3">POST/DYS/OLD/GZ/00198/2026                        </dmsv2SWPP2ObjectNumber>
    <dmsv2SWPP2SumMD5 xmlns="http://schemas.microsoft.com/sharepoint/v3">0258a323a5b908b28f069135f8566053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24181072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JEUP5JKVCYQC-1398355148-6680</_dlc_DocId>
    <_dlc_DocIdUrl xmlns="a19cb1c7-c5c7-46d4-85ae-d83685407bba">
      <Url>https://swpp2.dms.gkpge.pl/sites/41/_layouts/15/DocIdRedir.aspx?ID=JEUP5JKVCYQC-1398355148-6680</Url>
      <Description>JEUP5JKVCYQC-1398355148-6680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40088-5CB1-4BF0-B80E-46FA8424DD44}"/>
</file>

<file path=customXml/itemProps4.xml><?xml version="1.0" encoding="utf-8"?>
<ds:datastoreItem xmlns:ds="http://schemas.openxmlformats.org/officeDocument/2006/customXml" ds:itemID="{99BFB71D-C02D-4CEB-B782-5AA2FB4A2AF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8</cp:revision>
  <cp:lastPrinted>2024-07-15T11:21:00Z</cp:lastPrinted>
  <dcterms:created xsi:type="dcterms:W3CDTF">2025-10-01T10:46:00Z</dcterms:created>
  <dcterms:modified xsi:type="dcterms:W3CDTF">2026-01-23T11:12:00Z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4ce09850-fad0-45f3-b12d-72012014b570</vt:lpwstr>
  </property>
</Properties>
</file>